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0B562DA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82F8A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5542BC">
        <w:rPr>
          <w:rFonts w:ascii="Corbel" w:hAnsi="Corbel"/>
          <w:i/>
          <w:smallCaps/>
          <w:sz w:val="24"/>
          <w:szCs w:val="24"/>
        </w:rPr>
        <w:t>2020</w:t>
      </w:r>
      <w:r w:rsidR="00082F8A">
        <w:rPr>
          <w:rFonts w:ascii="Corbel" w:hAnsi="Corbel"/>
          <w:i/>
          <w:smallCaps/>
          <w:sz w:val="24"/>
          <w:szCs w:val="24"/>
        </w:rPr>
        <w:t>-</w:t>
      </w:r>
      <w:r w:rsidR="005542BC">
        <w:rPr>
          <w:rFonts w:ascii="Corbel" w:hAnsi="Corbel"/>
          <w:i/>
          <w:smallCaps/>
          <w:sz w:val="24"/>
          <w:szCs w:val="24"/>
        </w:rPr>
        <w:t>2025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1B29A6CA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542BC">
        <w:rPr>
          <w:rFonts w:ascii="Corbel" w:hAnsi="Corbel"/>
          <w:sz w:val="20"/>
          <w:szCs w:val="20"/>
        </w:rPr>
        <w:t>2020</w:t>
      </w:r>
      <w:r w:rsidR="00FA23A3">
        <w:rPr>
          <w:rFonts w:ascii="Corbel" w:hAnsi="Corbel"/>
          <w:sz w:val="20"/>
          <w:szCs w:val="20"/>
        </w:rPr>
        <w:t>/</w:t>
      </w:r>
      <w:r w:rsidR="005542BC">
        <w:rPr>
          <w:rFonts w:ascii="Corbel" w:hAnsi="Corbel"/>
          <w:sz w:val="20"/>
          <w:szCs w:val="20"/>
        </w:rPr>
        <w:t>2021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2A9865C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dydaktyki ogólnej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C22F8B" w14:textId="04C1CD9A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5234094" w14:textId="4394E8CF" w:rsidR="0085747A" w:rsidRPr="009C54AE" w:rsidRDefault="004356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16A72AC3" w:rsidR="0085747A" w:rsidRPr="009C54AE" w:rsidRDefault="001C7FBE" w:rsidP="001C7F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F316EF7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0E1E4D0E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56AA030C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65FCA0D5" w:rsidR="0085747A" w:rsidRPr="009C54AE" w:rsidRDefault="001C7FBE" w:rsidP="00A92AA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2AA7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5CBD416F" w:rsidR="0085747A" w:rsidRPr="009C54AE" w:rsidRDefault="002E4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D. </w:t>
            </w:r>
            <w:r w:rsidR="00FB6B34">
              <w:rPr>
                <w:rFonts w:ascii="Corbel" w:hAnsi="Corbel"/>
                <w:b w:val="0"/>
                <w:sz w:val="24"/>
                <w:szCs w:val="24"/>
              </w:rPr>
              <w:t>Podstawy dydaktyki nauczania zintegrowanego w przedszkolu i klasach I-III szkoły podstawowej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18F5DA24" w:rsidR="00923D7D" w:rsidRPr="009C54AE" w:rsidRDefault="00A92AA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C7FB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4BA05960" w:rsidR="0085747A" w:rsidRPr="009C54AE" w:rsidRDefault="001C7F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Walat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2A2B163" w14:textId="535EB06F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1F0FE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1F0FE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5582C0D" w:rsidR="00015B8F" w:rsidRPr="009C54AE" w:rsidRDefault="00A92AA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1C43502C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548A034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2E36DE82" w:rsidR="00015B8F" w:rsidRPr="009C54AE" w:rsidRDefault="001C7F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37434ED" w14:textId="77777777" w:rsidR="00923D7D" w:rsidRPr="009C54AE" w:rsidRDefault="00923D7D" w:rsidP="001F0FE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79085FF5" w:rsidR="0085747A" w:rsidRPr="009C54AE" w:rsidRDefault="005E573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19C54F" w14:textId="6D1A7828" w:rsidR="009C54AE" w:rsidRPr="005E5735" w:rsidRDefault="005E573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E5735">
        <w:rPr>
          <w:rFonts w:ascii="Corbel" w:hAnsi="Corbel"/>
          <w:b w:val="0"/>
          <w:smallCaps w:val="0"/>
          <w:szCs w:val="24"/>
        </w:rPr>
        <w:t>Egzamin</w:t>
      </w:r>
      <w:r>
        <w:rPr>
          <w:rFonts w:ascii="Corbel" w:hAnsi="Corbel"/>
          <w:b w:val="0"/>
          <w:smallCaps w:val="0"/>
          <w:szCs w:val="24"/>
        </w:rPr>
        <w:t>, zaliczenie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7374539C" w:rsidR="0085747A" w:rsidRPr="009C54AE" w:rsidRDefault="005E573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społeczno-kulturowa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B88447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B77454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F6A0DF" w14:textId="77777777" w:rsidR="00326B4C" w:rsidRDefault="00326B4C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4E06BE71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4C51543" w14:textId="77777777" w:rsidR="00392B92" w:rsidRPr="009C54AE" w:rsidRDefault="00392B92" w:rsidP="00392B92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b w:val="0"/>
          <w:i/>
          <w:sz w:val="24"/>
          <w:szCs w:val="24"/>
        </w:rPr>
        <w:t>W wyniku realizacji przedmiotu student: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CC6C55" w:rsidRPr="00A42AF1" w14:paraId="159434DF" w14:textId="77777777" w:rsidTr="00392B92">
        <w:tc>
          <w:tcPr>
            <w:tcW w:w="671" w:type="dxa"/>
            <w:vAlign w:val="center"/>
          </w:tcPr>
          <w:p w14:paraId="0307A9FB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957" w:type="dxa"/>
            <w:vAlign w:val="center"/>
          </w:tcPr>
          <w:p w14:paraId="5810BFA0" w14:textId="2D81E9B0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</w:t>
            </w:r>
            <w:r w:rsidRPr="00B72B24">
              <w:rPr>
                <w:rFonts w:ascii="Corbel" w:hAnsi="Corbel"/>
                <w:sz w:val="24"/>
                <w:szCs w:val="24"/>
              </w:rPr>
              <w:t>prawn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>e posług</w:t>
            </w:r>
            <w:r>
              <w:rPr>
                <w:rFonts w:ascii="Corbel" w:hAnsi="Corbel"/>
                <w:sz w:val="24"/>
                <w:szCs w:val="24"/>
              </w:rPr>
              <w:t>uje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się warsztatem pojęciowym dydaktyki oraz rozumie związk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między różnymi elementami teorii kształcenia.</w:t>
            </w:r>
          </w:p>
        </w:tc>
      </w:tr>
      <w:tr w:rsidR="00CC6C55" w:rsidRPr="00A42AF1" w14:paraId="50B07D2E" w14:textId="77777777" w:rsidTr="00392B92">
        <w:tc>
          <w:tcPr>
            <w:tcW w:w="671" w:type="dxa"/>
            <w:vAlign w:val="center"/>
          </w:tcPr>
          <w:p w14:paraId="71BD0E06" w14:textId="77777777" w:rsidR="00CC6C55" w:rsidRPr="00B72B24" w:rsidRDefault="00CC6C55" w:rsidP="00CC6C55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72B2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957" w:type="dxa"/>
            <w:vAlign w:val="center"/>
          </w:tcPr>
          <w:p w14:paraId="7CCFF32A" w14:textId="2D9A47EB" w:rsidR="00CC6C55" w:rsidRPr="00B72B24" w:rsidRDefault="00CC6C55" w:rsidP="00CC6C5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ogóln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Pr="00B72B24">
              <w:rPr>
                <w:rFonts w:ascii="Corbel" w:hAnsi="Corbel"/>
                <w:sz w:val="24"/>
                <w:szCs w:val="24"/>
              </w:rPr>
              <w:t xml:space="preserve"> prawidłowości procesu nauczania – uczenia się i ich praktycznych zastosowań w planowaniu, realizacji oraz ewaluacji procesu kształcenia.</w:t>
            </w:r>
          </w:p>
        </w:tc>
      </w:tr>
      <w:tr w:rsidR="00CC6C55" w:rsidRPr="00A42AF1" w14:paraId="60EBB835" w14:textId="77777777" w:rsidTr="00392B92">
        <w:tc>
          <w:tcPr>
            <w:tcW w:w="671" w:type="dxa"/>
            <w:vAlign w:val="center"/>
          </w:tcPr>
          <w:p w14:paraId="1DBF2F58" w14:textId="77777777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72B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vAlign w:val="center"/>
          </w:tcPr>
          <w:p w14:paraId="4A881072" w14:textId="08A0A05D" w:rsidR="00CC6C55" w:rsidRPr="00B72B24" w:rsidRDefault="00CC6C55" w:rsidP="00CC6C55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C6C55">
              <w:rPr>
                <w:rFonts w:ascii="Corbel" w:hAnsi="Corbel"/>
                <w:b w:val="0"/>
                <w:sz w:val="24"/>
                <w:szCs w:val="24"/>
              </w:rPr>
              <w:t>ma świadomość roli wykształcenia ogólnego i zawodowego w rozumieniu świata i kierowaniu sobą, projektowaniu własnego rozwoju osobistego i zawodowego.</w:t>
            </w:r>
          </w:p>
        </w:tc>
      </w:tr>
    </w:tbl>
    <w:p w14:paraId="6B31BD7A" w14:textId="77777777" w:rsidR="0085747A" w:rsidRPr="00CC6C55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7"/>
        <w:gridCol w:w="6378"/>
        <w:gridCol w:w="1695"/>
      </w:tblGrid>
      <w:tr w:rsidR="005F7786" w:rsidRPr="005F7786" w14:paraId="71799CCC" w14:textId="77777777" w:rsidTr="001F0FE8">
        <w:tc>
          <w:tcPr>
            <w:tcW w:w="1447" w:type="dxa"/>
          </w:tcPr>
          <w:p w14:paraId="13920CB0" w14:textId="77777777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F778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378" w:type="dxa"/>
          </w:tcPr>
          <w:p w14:paraId="7379D88F" w14:textId="6D4F9AEE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64FD884A" w14:textId="001629D6" w:rsidR="00B805A6" w:rsidRPr="005F7786" w:rsidRDefault="00B805A6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695" w:type="dxa"/>
          </w:tcPr>
          <w:p w14:paraId="6D625C3E" w14:textId="44E76BDD" w:rsidR="0085747A" w:rsidRPr="005F7786" w:rsidRDefault="0085747A" w:rsidP="005F778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Odniesienie do efektów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F7786">
              <w:rPr>
                <w:rFonts w:ascii="Corbel" w:hAnsi="Corbel"/>
                <w:b w:val="0"/>
                <w:smallCaps w:val="0"/>
                <w:szCs w:val="24"/>
              </w:rPr>
              <w:t>kierunkowych</w:t>
            </w:r>
            <w:r w:rsidR="0030395F" w:rsidRPr="005F778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F7786" w:rsidRPr="005F7786" w14:paraId="5DA6F6F8" w14:textId="77777777" w:rsidTr="001F0FE8">
        <w:tc>
          <w:tcPr>
            <w:tcW w:w="1447" w:type="dxa"/>
          </w:tcPr>
          <w:p w14:paraId="61813C10" w14:textId="395A0DF6" w:rsidR="0085747A" w:rsidRPr="005F7786" w:rsidRDefault="007D2AD8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F7786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378" w:type="dxa"/>
          </w:tcPr>
          <w:p w14:paraId="20844CB8" w14:textId="03204D8A" w:rsidR="005F7786" w:rsidRPr="005F7786" w:rsidRDefault="005F7786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01856F1A" w14:textId="484D5BE4" w:rsidR="003343D3" w:rsidRPr="005F7786" w:rsidRDefault="00991D0D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zdefiniuje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uzasadni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wartości, modele i zasady krytycznej praktyki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dydaktycznej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określi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autonomię i odpowiedzialność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dydaktyczną nauczyciela; 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wymieni i uzasadni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zasady tworzenia autorskich programów nauczania oraz zarządzania wiedzą w społeczeństwie informacyjnym;</w:t>
            </w:r>
          </w:p>
          <w:p w14:paraId="35EA18B1" w14:textId="72952445" w:rsidR="00D30455" w:rsidRPr="005F7786" w:rsidRDefault="00161F64" w:rsidP="005F7786">
            <w:pPr>
              <w:pStyle w:val="Punktygwne"/>
              <w:numPr>
                <w:ilvl w:val="0"/>
                <w:numId w:val="2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opisze założenia modeli współczesnej szkoły i alternatywnych systemów edukacyjnych.</w:t>
            </w:r>
          </w:p>
        </w:tc>
        <w:tc>
          <w:tcPr>
            <w:tcW w:w="1695" w:type="dxa"/>
          </w:tcPr>
          <w:p w14:paraId="029EE67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4FBFA63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C1605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517DED7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PPiW.W02</w:t>
            </w:r>
          </w:p>
          <w:p w14:paraId="70C200D6" w14:textId="2873A98E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664FC6A1" w14:textId="77777777" w:rsidTr="001F0FE8">
        <w:tc>
          <w:tcPr>
            <w:tcW w:w="1447" w:type="dxa"/>
          </w:tcPr>
          <w:p w14:paraId="695D7137" w14:textId="77777777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378" w:type="dxa"/>
          </w:tcPr>
          <w:p w14:paraId="5900625D" w14:textId="094B4B07" w:rsidR="00632AA1" w:rsidRPr="005F7786" w:rsidRDefault="00632AA1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</w:t>
            </w:r>
            <w:r w:rsidR="005F7786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:</w:t>
            </w:r>
          </w:p>
          <w:p w14:paraId="40CD451D" w14:textId="5E88F005" w:rsidR="00D30455" w:rsidRPr="00326B4C" w:rsidRDefault="00931E22" w:rsidP="005F7786">
            <w:pPr>
              <w:pStyle w:val="Punktygwne"/>
              <w:numPr>
                <w:ilvl w:val="0"/>
                <w:numId w:val="4"/>
              </w:numPr>
              <w:tabs>
                <w:tab w:val="left" w:pos="33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scharakteryzuje</w:t>
            </w:r>
            <w:r w:rsidR="00991D0D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D30455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proces nauczania-uczenia się: zasady projektowania działań edukacyjnych, style i techniki pracy z dzieckiem lub uczniem łączącej różne obszary wiedzy, rolę diagnozy, kontroli i oceniania w pracy dydaktycznej nauczyciela; </w:t>
            </w:r>
          </w:p>
        </w:tc>
        <w:tc>
          <w:tcPr>
            <w:tcW w:w="1695" w:type="dxa"/>
          </w:tcPr>
          <w:p w14:paraId="2298BE5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CA20C9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83C671A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  <w:p w14:paraId="1DE14639" w14:textId="235C92A0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DAC23F6" w14:textId="77777777" w:rsidTr="001F0FE8">
        <w:tc>
          <w:tcPr>
            <w:tcW w:w="1447" w:type="dxa"/>
          </w:tcPr>
          <w:p w14:paraId="5168D262" w14:textId="77F9FCAD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378" w:type="dxa"/>
          </w:tcPr>
          <w:p w14:paraId="5350464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3D5BDE28" w14:textId="3BCD0A6F" w:rsidR="0031147F" w:rsidRPr="00326B4C" w:rsidRDefault="0031147F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wykorzystać wiedzę filozoficzną, psychologiczną, społeczną i pedagogiczną do projektowania działań edukacyjnych w przedszkolu i szkole oraz paradygmaty obiektywistyczne i </w:t>
            </w:r>
            <w:proofErr w:type="spellStart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interpretatywno</w:t>
            </w:r>
            <w:proofErr w:type="spellEnd"/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-konstruktywistyczne do planowania uczenia się dzieci;</w:t>
            </w:r>
          </w:p>
        </w:tc>
        <w:tc>
          <w:tcPr>
            <w:tcW w:w="1695" w:type="dxa"/>
          </w:tcPr>
          <w:p w14:paraId="5D58A66B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F54A30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C5F73A8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  <w:p w14:paraId="0866753C" w14:textId="1DB2A8D3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06333049" w14:textId="77777777" w:rsidTr="001F0FE8">
        <w:tc>
          <w:tcPr>
            <w:tcW w:w="1447" w:type="dxa"/>
          </w:tcPr>
          <w:p w14:paraId="42B8B470" w14:textId="7FD64316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378" w:type="dxa"/>
          </w:tcPr>
          <w:p w14:paraId="37DA4673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42EF0E78" w14:textId="5C39576B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stosować style i techniki pracy z dzieckiem lub uczniem łączące różne obszary wiedzy, stymulować partycypacyjne, proaktywne, refleksyjne, wspólne, kooperatywne uczenie się dzieci lub uczniów oraz rozwijać kompetencje kluczowe dzieci lub uczniów;</w:t>
            </w:r>
          </w:p>
        </w:tc>
        <w:tc>
          <w:tcPr>
            <w:tcW w:w="1695" w:type="dxa"/>
          </w:tcPr>
          <w:p w14:paraId="592BDBD1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9CCC9A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D8A7FD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PPiW.U04</w:t>
            </w:r>
          </w:p>
          <w:p w14:paraId="680AED01" w14:textId="2523E4FF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5ECFC366" w14:textId="77777777" w:rsidTr="001F0FE8">
        <w:tc>
          <w:tcPr>
            <w:tcW w:w="1447" w:type="dxa"/>
          </w:tcPr>
          <w:p w14:paraId="1D840B19" w14:textId="7FBC59AF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8A36FE" w:rsidRPr="005F7786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378" w:type="dxa"/>
          </w:tcPr>
          <w:p w14:paraId="10C2A269" w14:textId="77777777" w:rsidR="00632AA1" w:rsidRPr="005F7786" w:rsidRDefault="00632AA1" w:rsidP="005F7786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Student potrafi:</w:t>
            </w:r>
          </w:p>
          <w:p w14:paraId="6DAA742E" w14:textId="168F72C2" w:rsidR="003343D3" w:rsidRPr="00326B4C" w:rsidRDefault="004C59F1" w:rsidP="005F7786">
            <w:pPr>
              <w:pStyle w:val="Akapitzlist"/>
              <w:numPr>
                <w:ilvl w:val="0"/>
                <w:numId w:val="4"/>
              </w:num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 xml:space="preserve">krytycznie ocenić tworzoną praktykę edukacyjną z wykorzystaniem posiadanej wiedzy, a także dokonywać </w:t>
            </w:r>
            <w:r w:rsidRPr="005F7786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lastRenderedPageBreak/>
              <w:t>twórczej interpretacji i projektować nowe rozwiązania edukacyjne</w:t>
            </w:r>
          </w:p>
        </w:tc>
        <w:tc>
          <w:tcPr>
            <w:tcW w:w="1695" w:type="dxa"/>
          </w:tcPr>
          <w:p w14:paraId="5461E418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D14D99C" w14:textId="77777777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PPiW.U11</w:t>
            </w:r>
          </w:p>
          <w:p w14:paraId="3F37E818" w14:textId="08F3A242" w:rsidR="0085747A" w:rsidRPr="005F7786" w:rsidRDefault="0085747A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F7786" w:rsidRPr="005F7786" w14:paraId="4F7C7EC1" w14:textId="77777777" w:rsidTr="001F0FE8">
        <w:tc>
          <w:tcPr>
            <w:tcW w:w="1447" w:type="dxa"/>
          </w:tcPr>
          <w:p w14:paraId="7D6B9695" w14:textId="2043A71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378" w:type="dxa"/>
          </w:tcPr>
          <w:p w14:paraId="35B4AC79" w14:textId="77777777" w:rsidR="00190E6B" w:rsidRPr="005F7786" w:rsidRDefault="00190E6B" w:rsidP="005F7786">
            <w:pPr>
              <w:pStyle w:val="Punktygwne"/>
              <w:tabs>
                <w:tab w:val="left" w:pos="330"/>
              </w:tabs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Student jest gotów do:</w:t>
            </w:r>
          </w:p>
          <w:p w14:paraId="1BB9A3F0" w14:textId="2B986A5F" w:rsidR="006167E3" w:rsidRPr="005F7786" w:rsidRDefault="006167E3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autonomicznego i odpowiedzialnego </w:t>
            </w:r>
            <w:r w:rsidR="00632AA1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z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organizowania dziecięcego uczenia się, a także krytycznej refleksji nad tworzoną praktyką edukacyjną oraz do jej badania i doskonalenia;</w:t>
            </w:r>
          </w:p>
          <w:p w14:paraId="237CC1B3" w14:textId="2D7F6DC6" w:rsidR="003343D3" w:rsidRPr="005F7786" w:rsidRDefault="00632AA1" w:rsidP="005F7786">
            <w:pPr>
              <w:pStyle w:val="Punktygwne"/>
              <w:numPr>
                <w:ilvl w:val="0"/>
                <w:numId w:val="3"/>
              </w:numPr>
              <w:tabs>
                <w:tab w:val="left" w:pos="330"/>
                <w:tab w:val="left" w:pos="380"/>
              </w:tabs>
              <w:spacing w:before="0" w:after="0"/>
              <w:ind w:left="0" w:firstLine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opracowania i uzasadnienia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autorski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ego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program</w:t>
            </w:r>
            <w:r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u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i wykorzystania innowacji pedagogicznych w</w:t>
            </w:r>
            <w:r w:rsidR="0000475A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</w:t>
            </w:r>
            <w:r w:rsidR="006167E3" w:rsidRPr="005F778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obszarze wychowania przedszkolnego i edukacji wczesnoszkolnej.</w:t>
            </w:r>
          </w:p>
        </w:tc>
        <w:tc>
          <w:tcPr>
            <w:tcW w:w="1695" w:type="dxa"/>
          </w:tcPr>
          <w:p w14:paraId="4A7856BF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A4A8B2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E856D6" w14:textId="77777777" w:rsidR="00A92AA7" w:rsidRDefault="00A92AA7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41FB557" w14:textId="05A47E7E" w:rsidR="008A36FE" w:rsidRPr="005F7786" w:rsidRDefault="008A36FE" w:rsidP="005F77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CB0255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B0255" w:rsidRPr="009C54AE" w14:paraId="4C2EAB71" w14:textId="77777777" w:rsidTr="00CB0255">
        <w:tc>
          <w:tcPr>
            <w:tcW w:w="9520" w:type="dxa"/>
          </w:tcPr>
          <w:p w14:paraId="78255B5B" w14:textId="3F7A3536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jako subdyscyplina pedagogiczna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geneza dydaktyki ogólnej jako nauki; przedmiot badań, zadania i funkcje dydaktyki.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Współczesne 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dydaktyka Jana Komeńskiego;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herbartowska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teoretyczna podstawa szkoły tradycyjnej, dydaktyka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deweyowska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jako podstawa szkoły 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progresywistycznej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CB0255" w:rsidRPr="009C54AE" w14:paraId="3C0F566E" w14:textId="77777777" w:rsidTr="00CB0255">
        <w:tc>
          <w:tcPr>
            <w:tcW w:w="9520" w:type="dxa"/>
          </w:tcPr>
          <w:p w14:paraId="3573F1C8" w14:textId="4E581FBA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i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filozoficzne, psychologiczne i neurobiologiczne podstawy procesu nauczania – uczenia się; pojęcie procesu nauczania – uczenia się.</w:t>
            </w:r>
          </w:p>
        </w:tc>
      </w:tr>
      <w:tr w:rsidR="00CB0255" w:rsidRPr="009C54AE" w14:paraId="72E03DD1" w14:textId="77777777" w:rsidTr="00CB0255">
        <w:tc>
          <w:tcPr>
            <w:tcW w:w="9520" w:type="dxa"/>
          </w:tcPr>
          <w:p w14:paraId="33738C75" w14:textId="25C5FB83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CB0255" w:rsidRPr="009C54AE" w14:paraId="1BEB8EFC" w14:textId="77777777" w:rsidTr="00CB0255">
        <w:tc>
          <w:tcPr>
            <w:tcW w:w="9520" w:type="dxa"/>
          </w:tcPr>
          <w:p w14:paraId="3FA79AD4" w14:textId="374E9B5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CB0255" w:rsidRPr="009C54AE" w14:paraId="40FF52CF" w14:textId="77777777" w:rsidTr="00CB0255">
        <w:tc>
          <w:tcPr>
            <w:tcW w:w="9520" w:type="dxa"/>
          </w:tcPr>
          <w:p w14:paraId="413FA08F" w14:textId="5DAB49A0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wybrane klasyfikacje zasad; zasady w ujęciu konstruktywistycznym.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wybrane typologie metod kształcenia; kryteria doboru metod kształcenia. </w:t>
            </w:r>
          </w:p>
        </w:tc>
      </w:tr>
      <w:tr w:rsidR="00CB0255" w:rsidRPr="009C54AE" w14:paraId="6BCA6D6F" w14:textId="77777777" w:rsidTr="00CB0255">
        <w:tc>
          <w:tcPr>
            <w:tcW w:w="9520" w:type="dxa"/>
          </w:tcPr>
          <w:p w14:paraId="43DC0C23" w14:textId="0F346F39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CB0255" w:rsidRPr="009C54AE" w14:paraId="24001261" w14:textId="77777777" w:rsidTr="00CB0255">
        <w:tc>
          <w:tcPr>
            <w:tcW w:w="9520" w:type="dxa"/>
          </w:tcPr>
          <w:p w14:paraId="1AF0D3F5" w14:textId="699B86FE" w:rsidR="00CB0255" w:rsidRPr="00326B4C" w:rsidRDefault="00CB0255" w:rsidP="00CB0255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: pojęcie i istota oceny; cechy oceny szkolnej; ocena wewnętrzna i zewnętrzna osiągnięć uczniów. </w:t>
            </w:r>
            <w:r w:rsidRPr="00326B4C">
              <w:rPr>
                <w:rFonts w:ascii="Corbel" w:hAnsi="Corbel"/>
                <w:b/>
                <w:sz w:val="24"/>
                <w:szCs w:val="24"/>
              </w:rPr>
              <w:t>Nauczyciel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5F202C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F202C" w:rsidRPr="009C54AE" w14:paraId="788AFB11" w14:textId="77777777" w:rsidTr="005F202C">
        <w:tc>
          <w:tcPr>
            <w:tcW w:w="9520" w:type="dxa"/>
          </w:tcPr>
          <w:p w14:paraId="43283521" w14:textId="3E1D785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Dydaktyka ogólna jako subdyscyplina pedagogiczna: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pojęcia dydaktyki i ich wzajemne relacje.</w:t>
            </w:r>
          </w:p>
        </w:tc>
      </w:tr>
      <w:tr w:rsidR="005F202C" w:rsidRPr="009C54AE" w14:paraId="42761B51" w14:textId="77777777" w:rsidTr="005F202C">
        <w:tc>
          <w:tcPr>
            <w:tcW w:w="9520" w:type="dxa"/>
          </w:tcPr>
          <w:p w14:paraId="06CEB157" w14:textId="0B9EA017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Systemy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kształcenie wielostronne jako podstawa dydaktyki współczesnej.</w:t>
            </w:r>
          </w:p>
        </w:tc>
      </w:tr>
      <w:tr w:rsidR="005F202C" w:rsidRPr="009C54AE" w14:paraId="2BE21B37" w14:textId="77777777" w:rsidTr="005F202C">
        <w:tc>
          <w:tcPr>
            <w:tcW w:w="9520" w:type="dxa"/>
          </w:tcPr>
          <w:p w14:paraId="4802BB8E" w14:textId="5F7036D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Proces nauczania – uczenia się: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realizacja nauczania – uczenia się w szkole; nauczanie – uczenie się wielostronne.</w:t>
            </w:r>
          </w:p>
        </w:tc>
      </w:tr>
      <w:tr w:rsidR="005F202C" w:rsidRPr="009C54AE" w14:paraId="736B0040" w14:textId="77777777" w:rsidTr="005F202C">
        <w:tc>
          <w:tcPr>
            <w:tcW w:w="9520" w:type="dxa"/>
          </w:tcPr>
          <w:p w14:paraId="629118A3" w14:textId="6EF4E7E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Cele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taksonomia celów kształcenia; operacjonalizacja celów kształcenia;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podstawa programowa (analiza).</w:t>
            </w:r>
          </w:p>
        </w:tc>
      </w:tr>
      <w:tr w:rsidR="005F202C" w:rsidRPr="009C54AE" w14:paraId="67435125" w14:textId="77777777" w:rsidTr="005F202C">
        <w:tc>
          <w:tcPr>
            <w:tcW w:w="9520" w:type="dxa"/>
          </w:tcPr>
          <w:p w14:paraId="163E189F" w14:textId="4471E7FB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lastRenderedPageBreak/>
              <w:t>Treści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konstruowanie planów i programów nauczania na bazie podstawy programowej.</w:t>
            </w:r>
          </w:p>
        </w:tc>
      </w:tr>
      <w:tr w:rsidR="005F202C" w:rsidRPr="009C54AE" w14:paraId="2B39ECC7" w14:textId="77777777" w:rsidTr="005F202C">
        <w:tc>
          <w:tcPr>
            <w:tcW w:w="9520" w:type="dxa"/>
          </w:tcPr>
          <w:p w14:paraId="3F57ED5D" w14:textId="60DD5848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Zasady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charakterystyka wybranych zasad kształcenia; zasada kształcenia umiejętności uczenia się i ustawiczności kształcenia.</w:t>
            </w:r>
          </w:p>
        </w:tc>
      </w:tr>
      <w:tr w:rsidR="005F202C" w:rsidRPr="009C54AE" w14:paraId="01048B5C" w14:textId="77777777" w:rsidTr="005F202C">
        <w:tc>
          <w:tcPr>
            <w:tcW w:w="9520" w:type="dxa"/>
          </w:tcPr>
          <w:p w14:paraId="779A99A0" w14:textId="2690A2A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Metody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metody samodzielnego dochodzenia do wiedzy; metody waloryzacyjne (eksponujące wartości); metody praktyczne (</w:t>
            </w: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5F202C" w:rsidRPr="009C54AE" w14:paraId="14A25056" w14:textId="77777777" w:rsidTr="005F202C">
        <w:tc>
          <w:tcPr>
            <w:tcW w:w="9520" w:type="dxa"/>
          </w:tcPr>
          <w:p w14:paraId="4CEBFEFF" w14:textId="15BD2BCD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Formy organizacyjne kształcenia: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podstawowe formy organizacyjne kształcenia; lekcja jako podstawowa forma kształcenia; struktura lekcji; typy lekcji i ich charakterystyka. </w:t>
            </w:r>
          </w:p>
        </w:tc>
      </w:tr>
      <w:tr w:rsidR="005F202C" w:rsidRPr="009C54AE" w14:paraId="0BD2DB5F" w14:textId="77777777" w:rsidTr="005F202C">
        <w:tc>
          <w:tcPr>
            <w:tcW w:w="9520" w:type="dxa"/>
          </w:tcPr>
          <w:p w14:paraId="319A69A0" w14:textId="15461B5C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Podręczniki i środki dydaktyczne: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rodzaje podręczników i środków dydaktycznych; przykłady ich wykorzystania.     </w:t>
            </w:r>
          </w:p>
        </w:tc>
      </w:tr>
      <w:tr w:rsidR="005F202C" w:rsidRPr="009C54AE" w14:paraId="7307C6F7" w14:textId="77777777" w:rsidTr="005F202C">
        <w:tc>
          <w:tcPr>
            <w:tcW w:w="9520" w:type="dxa"/>
          </w:tcPr>
          <w:p w14:paraId="39404E47" w14:textId="3D9461A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Edukacja medialna: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nauczanie i uczenie się z użyciem komputera i Internetu; nowe media w pracy szkolnej.</w:t>
            </w:r>
          </w:p>
        </w:tc>
      </w:tr>
      <w:tr w:rsidR="005F202C" w:rsidRPr="009C54AE" w14:paraId="343DA138" w14:textId="77777777" w:rsidTr="005F202C">
        <w:tc>
          <w:tcPr>
            <w:tcW w:w="9520" w:type="dxa"/>
          </w:tcPr>
          <w:p w14:paraId="332BD957" w14:textId="007222B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Planowanie i organizacja pracy dydaktycznej:</w:t>
            </w:r>
            <w:r w:rsidRPr="00326B4C">
              <w:rPr>
                <w:rFonts w:ascii="Corbel" w:eastAsiaTheme="minorEastAsia" w:hAnsi="Corbel"/>
                <w:bCs/>
                <w:sz w:val="24"/>
                <w:szCs w:val="24"/>
              </w:rPr>
              <w:t xml:space="preserve"> p</w:t>
            </w:r>
            <w:r w:rsidRPr="00326B4C">
              <w:rPr>
                <w:rFonts w:ascii="Corbel" w:hAnsi="Corbel"/>
                <w:sz w:val="24"/>
                <w:szCs w:val="24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5F202C" w:rsidRPr="009C54AE" w14:paraId="3DD8101F" w14:textId="77777777" w:rsidTr="005F202C">
        <w:tc>
          <w:tcPr>
            <w:tcW w:w="9520" w:type="dxa"/>
          </w:tcPr>
          <w:p w14:paraId="6DC51C35" w14:textId="35AAE6C1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Kontrola i ocena osiągnięć szkolnych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formy oceny i przyczyny różnych ocen; ogólne kryteria oceny szkolnej.</w:t>
            </w:r>
          </w:p>
        </w:tc>
      </w:tr>
      <w:tr w:rsidR="005F202C" w:rsidRPr="009C54AE" w14:paraId="4CA15206" w14:textId="77777777" w:rsidTr="005F202C">
        <w:tc>
          <w:tcPr>
            <w:tcW w:w="9520" w:type="dxa"/>
          </w:tcPr>
          <w:p w14:paraId="2F7F95C4" w14:textId="786341E5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Nauczyciel – nowe spojrzenie na rolę nauczyciela-wychowawcy: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typy wiedzy i kompetencji nauczyciela; rozwój zawodowy nauczyciela.</w:t>
            </w:r>
          </w:p>
        </w:tc>
      </w:tr>
      <w:tr w:rsidR="005F202C" w:rsidRPr="009C54AE" w14:paraId="43DBE9EF" w14:textId="77777777" w:rsidTr="005F202C">
        <w:tc>
          <w:tcPr>
            <w:tcW w:w="9520" w:type="dxa"/>
          </w:tcPr>
          <w:p w14:paraId="68FCC344" w14:textId="12E3D3F2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Niepowodzenia szkolne. Trudności w uczeniu się uczniów: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5F202C" w:rsidRPr="009C54AE" w14:paraId="199031A9" w14:textId="77777777" w:rsidTr="005F202C">
        <w:tc>
          <w:tcPr>
            <w:tcW w:w="9520" w:type="dxa"/>
          </w:tcPr>
          <w:p w14:paraId="5E2A5874" w14:textId="4946B82A" w:rsidR="005F202C" w:rsidRPr="00326B4C" w:rsidRDefault="005F202C" w:rsidP="005F202C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3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Samokształcenie we współczesnych systemach dydaktycznych: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A9F4A5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>A. Wykład: wykład z prezentacją multimedialną, projekcje filmów</w:t>
      </w:r>
    </w:p>
    <w:p w14:paraId="511B3CE0" w14:textId="77777777" w:rsidR="00301EBC" w:rsidRPr="00A42AF1" w:rsidRDefault="00301EBC" w:rsidP="00301EBC">
      <w:pPr>
        <w:spacing w:after="0" w:line="240" w:lineRule="auto"/>
        <w:rPr>
          <w:rFonts w:ascii="Corbel" w:hAnsi="Corbel"/>
        </w:rPr>
      </w:pPr>
      <w:r w:rsidRPr="00A42AF1">
        <w:rPr>
          <w:rFonts w:ascii="Corbel" w:hAnsi="Corbel"/>
        </w:rPr>
        <w:t xml:space="preserve">B. Ćwiczenia audytoryjne: dyskusja, </w:t>
      </w:r>
      <w:proofErr w:type="spellStart"/>
      <w:r w:rsidRPr="00A42AF1">
        <w:rPr>
          <w:rFonts w:ascii="Corbel" w:hAnsi="Corbel"/>
        </w:rPr>
        <w:t>microteaching</w:t>
      </w:r>
      <w:proofErr w:type="spellEnd"/>
      <w:r w:rsidRPr="00A42AF1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29728B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24C95EE9" w:rsidR="0085747A" w:rsidRPr="009C54AE" w:rsidRDefault="004E1429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9728B" w:rsidRPr="004E2697" w14:paraId="4FFC276C" w14:textId="77777777" w:rsidTr="0029728B">
        <w:tc>
          <w:tcPr>
            <w:tcW w:w="1962" w:type="dxa"/>
          </w:tcPr>
          <w:p w14:paraId="1562D6DD" w14:textId="529722E0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1</w:t>
            </w:r>
          </w:p>
        </w:tc>
        <w:tc>
          <w:tcPr>
            <w:tcW w:w="5441" w:type="dxa"/>
          </w:tcPr>
          <w:p w14:paraId="0BD99DDA" w14:textId="4DF9E35C" w:rsidR="0029728B" w:rsidRPr="004E2697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36896533" w14:textId="1A082C6A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106C9F54" w14:textId="77777777" w:rsidTr="0029728B">
        <w:tc>
          <w:tcPr>
            <w:tcW w:w="1962" w:type="dxa"/>
          </w:tcPr>
          <w:p w14:paraId="17814888" w14:textId="77777777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E2697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5C84B44" w14:textId="7BAC0367" w:rsidR="0029728B" w:rsidRPr="0029728B" w:rsidRDefault="0029728B" w:rsidP="0029728B">
            <w:pPr>
              <w:pStyle w:val="Punktygwne"/>
              <w:tabs>
                <w:tab w:val="left" w:pos="330"/>
              </w:tabs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kolokwium, egzamin elektroniczny (komputerowy)</w:t>
            </w:r>
          </w:p>
        </w:tc>
        <w:tc>
          <w:tcPr>
            <w:tcW w:w="2117" w:type="dxa"/>
          </w:tcPr>
          <w:p w14:paraId="7FFC62F0" w14:textId="19647B72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4E2697" w14:paraId="491756FE" w14:textId="77777777" w:rsidTr="0029728B">
        <w:tc>
          <w:tcPr>
            <w:tcW w:w="1962" w:type="dxa"/>
          </w:tcPr>
          <w:p w14:paraId="2EC7F25F" w14:textId="2C20F078" w:rsidR="0029728B" w:rsidRPr="004E2697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47AA00BA" w14:textId="5DBE999B" w:rsidR="0029728B" w:rsidRPr="0029728B" w:rsidRDefault="0029728B" w:rsidP="0029728B">
            <w:pPr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5FEAADB8" w14:textId="453CA687" w:rsidR="0029728B" w:rsidRPr="004E2697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5490C3D9" w14:textId="77777777" w:rsidTr="0029728B">
        <w:tc>
          <w:tcPr>
            <w:tcW w:w="1962" w:type="dxa"/>
          </w:tcPr>
          <w:p w14:paraId="0CF28000" w14:textId="0943A985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E2531FA" w14:textId="3463062F" w:rsidR="0029728B" w:rsidRPr="0029728B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9728B">
              <w:rPr>
                <w:rFonts w:asciiTheme="minorHAnsi" w:hAnsiTheme="minorHAnsi" w:cstheme="minorHAnsi"/>
                <w:b w:val="0"/>
                <w:smallCaps w:val="0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03FB2395" w14:textId="55F0F5B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794FFB0C" w14:textId="77777777" w:rsidTr="0029728B">
        <w:tc>
          <w:tcPr>
            <w:tcW w:w="1962" w:type="dxa"/>
          </w:tcPr>
          <w:p w14:paraId="2F2306A0" w14:textId="1B4AAD70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6DC1FAFE" w14:textId="4FFFD8BE" w:rsidR="0029728B" w:rsidRPr="0029728B" w:rsidRDefault="0029728B" w:rsidP="0029728B">
            <w:pPr>
              <w:pStyle w:val="Akapitzlist"/>
              <w:tabs>
                <w:tab w:val="left" w:pos="33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projekt dydaktyczny</w:t>
            </w:r>
          </w:p>
        </w:tc>
        <w:tc>
          <w:tcPr>
            <w:tcW w:w="2117" w:type="dxa"/>
          </w:tcPr>
          <w:p w14:paraId="45C6DE6E" w14:textId="6AE5C7F1" w:rsidR="0029728B" w:rsidRPr="009C54AE" w:rsidRDefault="0029728B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29728B" w:rsidRPr="009C54AE" w14:paraId="22038E25" w14:textId="77777777" w:rsidTr="0029728B">
        <w:tc>
          <w:tcPr>
            <w:tcW w:w="1962" w:type="dxa"/>
          </w:tcPr>
          <w:p w14:paraId="600B2C38" w14:textId="58334F7C" w:rsidR="0029728B" w:rsidRPr="009C54AE" w:rsidRDefault="0029728B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27AC49B2" w14:textId="7BBFCADE" w:rsidR="0029728B" w:rsidRPr="009C54AE" w:rsidRDefault="00885118" w:rsidP="002972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793F3FA" w14:textId="3B2ACA86" w:rsidR="0029728B" w:rsidRPr="009C54AE" w:rsidRDefault="00885118" w:rsidP="00A92A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 +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5C1126C9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Egzamin obejmuje zagadnienia prezentowane na wykładach, tematykę ćwiczeń oraz </w:t>
            </w:r>
            <w:r w:rsidRPr="00326B4C">
              <w:rPr>
                <w:rFonts w:ascii="Corbel" w:hAnsi="Corbel"/>
                <w:sz w:val="24"/>
                <w:szCs w:val="24"/>
              </w:rPr>
              <w:lastRenderedPageBreak/>
              <w:t>literaturę zleconą do samodzielnego opracowania część pisemna (test elektroniczny) i część ustna (3 pytania). Warunkiem przystąpienia do egzaminu jest uzyskanie zaliczenia z ćwiczeń.</w:t>
            </w:r>
          </w:p>
          <w:p w14:paraId="1909CB95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 </w:t>
            </w:r>
          </w:p>
          <w:p w14:paraId="27D3CF73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03CA2AB9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326B4C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D5BAAB" w14:textId="77777777" w:rsidR="00E24046" w:rsidRPr="00326B4C" w:rsidRDefault="00E24046" w:rsidP="00E24046">
            <w:pPr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0B672C8F" w14:textId="77777777" w:rsidR="00E24046" w:rsidRPr="00326B4C" w:rsidRDefault="00E24046" w:rsidP="00E2404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102515EF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79C73D3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6B83C363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38EBA287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42C6EEBB" w14:textId="77777777" w:rsidR="00E24046" w:rsidRPr="00326B4C" w:rsidRDefault="00E24046" w:rsidP="00E24046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64C16608" w:rsidR="0085747A" w:rsidRPr="00FE6A32" w:rsidRDefault="00E24046" w:rsidP="00E240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2DD38870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75A8DA2A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316FA4BA" w14:textId="7F40A42E" w:rsidR="00C61DC5" w:rsidRPr="009C54AE" w:rsidRDefault="00C61DC5" w:rsidP="00AA65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AA65A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EFE8020" w14:textId="77777777" w:rsidR="00FB6B34" w:rsidRDefault="00FB6B34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30F43D2" w14:textId="621F714F" w:rsidR="00C61DC5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64875C34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37E910F5" w:rsidR="0085747A" w:rsidRPr="009C54AE" w:rsidRDefault="00AA65A9" w:rsidP="00326B4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514C0BC1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08B005F8" w:rsidR="0085747A" w:rsidRPr="009C54AE" w:rsidRDefault="00EA54C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85747A" w:rsidRPr="009C54AE" w14:paraId="67DF81D3" w14:textId="77777777" w:rsidTr="00C75040">
        <w:trPr>
          <w:trHeight w:val="397"/>
        </w:trPr>
        <w:tc>
          <w:tcPr>
            <w:tcW w:w="9497" w:type="dxa"/>
          </w:tcPr>
          <w:p w14:paraId="1524A57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36CA2F" w14:textId="1A8E68DB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iCs/>
                <w:sz w:val="24"/>
                <w:szCs w:val="24"/>
              </w:rPr>
              <w:t>Podstawy kształcenia ogólnego</w:t>
            </w:r>
            <w:r w:rsidRPr="00326B4C">
              <w:rPr>
                <w:rFonts w:ascii="Corbel" w:hAnsi="Corbel"/>
                <w:sz w:val="24"/>
                <w:szCs w:val="24"/>
              </w:rPr>
              <w:t>, O.W. Impuls, Kraków 2011.</w:t>
            </w:r>
          </w:p>
          <w:p w14:paraId="645949E3" w14:textId="0BB28D0B" w:rsidR="001C7085" w:rsidRPr="00326B4C" w:rsidRDefault="001C7085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r w:rsidRPr="00326B4C">
              <w:rPr>
                <w:rFonts w:ascii="Corbel" w:hAnsi="Corbel"/>
                <w:sz w:val="24"/>
                <w:szCs w:val="24"/>
              </w:rPr>
              <w:t xml:space="preserve">Bereźnicki F.,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Dydaktyka szkolna dla kandydatów na nauczycieli</w:t>
            </w:r>
            <w:r w:rsidRPr="00326B4C">
              <w:rPr>
                <w:rFonts w:ascii="Corbel" w:hAnsi="Corbel"/>
                <w:sz w:val="24"/>
                <w:szCs w:val="24"/>
              </w:rPr>
              <w:t>. Impuls, Kraków 2015.</w:t>
            </w:r>
          </w:p>
          <w:p w14:paraId="31F74D35" w14:textId="77777777" w:rsidR="00F97E31" w:rsidRPr="00326B4C" w:rsidRDefault="00F97E31" w:rsidP="00326B4C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147" w:hanging="147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26B4C">
              <w:rPr>
                <w:rFonts w:ascii="Corbel" w:hAnsi="Corbel"/>
                <w:sz w:val="24"/>
                <w:szCs w:val="24"/>
              </w:rPr>
              <w:t>Brudnik</w:t>
            </w:r>
            <w:proofErr w:type="spellEnd"/>
            <w:r w:rsidRPr="00326B4C">
              <w:rPr>
                <w:rFonts w:ascii="Corbel" w:hAnsi="Corbel"/>
                <w:sz w:val="24"/>
                <w:szCs w:val="24"/>
              </w:rPr>
              <w:t xml:space="preserve"> E., Moszyńska A., Owczarska B.,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Ja i mój uczeń pracujemy aktywnie</w:t>
            </w:r>
            <w:r w:rsidRPr="00326B4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326B4C">
              <w:rPr>
                <w:rFonts w:ascii="Corbel" w:hAnsi="Corbel"/>
                <w:i/>
                <w:sz w:val="24"/>
                <w:szCs w:val="24"/>
              </w:rPr>
              <w:t>Przewodnik po metodach aktywizujących</w:t>
            </w:r>
            <w:r w:rsidRPr="00326B4C">
              <w:rPr>
                <w:rFonts w:ascii="Corbel" w:hAnsi="Corbel"/>
                <w:sz w:val="24"/>
                <w:szCs w:val="24"/>
              </w:rPr>
              <w:t>, „Jedność”, Kielce 2010.</w:t>
            </w:r>
          </w:p>
          <w:p w14:paraId="56070F37" w14:textId="61864322" w:rsidR="001C7085" w:rsidRPr="00326B4C" w:rsidRDefault="001C7085" w:rsidP="00326B4C">
            <w:pPr>
              <w:pStyle w:val="Punktygwne"/>
              <w:numPr>
                <w:ilvl w:val="0"/>
                <w:numId w:val="8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Hattie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Widoczne uczenie się dla nauczycieli. Jak maksymalizować siłę oddziaływania na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uczenie się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Centrum Edukacji Obywatelskiej, Warszawa 2015.</w:t>
            </w:r>
          </w:p>
        </w:tc>
      </w:tr>
      <w:tr w:rsidR="0085747A" w:rsidRPr="009C54AE" w14:paraId="6981F2E0" w14:textId="77777777" w:rsidTr="00C75040">
        <w:trPr>
          <w:trHeight w:val="397"/>
        </w:trPr>
        <w:tc>
          <w:tcPr>
            <w:tcW w:w="9497" w:type="dxa"/>
          </w:tcPr>
          <w:p w14:paraId="3E797629" w14:textId="77777777" w:rsidR="0085747A" w:rsidRPr="00326B4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6B4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F8B6186" w14:textId="3E10836B" w:rsidR="001C7085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Półturzycki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Niepokój o dydaktykę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ITE, Warszawa-Radom 2014.</w:t>
            </w:r>
          </w:p>
          <w:p w14:paraId="04847B7C" w14:textId="76CA4B10" w:rsidR="00D6390D" w:rsidRPr="00326B4C" w:rsidRDefault="001C7085" w:rsidP="00326B4C">
            <w:pPr>
              <w:pStyle w:val="Punktygwne"/>
              <w:numPr>
                <w:ilvl w:val="0"/>
                <w:numId w:val="9"/>
              </w:numPr>
              <w:spacing w:before="0" w:after="0"/>
              <w:ind w:left="147" w:hanging="147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</w:t>
            </w:r>
            <w:r w:rsidR="00E62031"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tzer</w:t>
            </w:r>
            <w:proofErr w:type="spellEnd"/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326B4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Jak uczy się mózg</w:t>
            </w:r>
            <w:r w:rsidRPr="00326B4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PWN, Warszawa 2012</w:t>
            </w: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2C077C" w14:textId="77777777" w:rsidR="005950A0" w:rsidRDefault="005950A0" w:rsidP="00C16ABF">
      <w:pPr>
        <w:spacing w:after="0" w:line="240" w:lineRule="auto"/>
      </w:pPr>
      <w:r>
        <w:separator/>
      </w:r>
    </w:p>
  </w:endnote>
  <w:endnote w:type="continuationSeparator" w:id="0">
    <w:p w14:paraId="6511F1FD" w14:textId="77777777" w:rsidR="005950A0" w:rsidRDefault="005950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5FD267" w14:textId="77777777" w:rsidR="005950A0" w:rsidRDefault="005950A0" w:rsidP="00C16ABF">
      <w:pPr>
        <w:spacing w:after="0" w:line="240" w:lineRule="auto"/>
      </w:pPr>
      <w:r>
        <w:separator/>
      </w:r>
    </w:p>
  </w:footnote>
  <w:footnote w:type="continuationSeparator" w:id="0">
    <w:p w14:paraId="30E320D8" w14:textId="77777777" w:rsidR="005950A0" w:rsidRDefault="005950A0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5204"/>
    <w:multiLevelType w:val="hybridMultilevel"/>
    <w:tmpl w:val="32880570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AA2E2D"/>
    <w:multiLevelType w:val="hybridMultilevel"/>
    <w:tmpl w:val="3F006A3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135070"/>
    <w:multiLevelType w:val="hybridMultilevel"/>
    <w:tmpl w:val="36884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B111A4"/>
    <w:multiLevelType w:val="hybridMultilevel"/>
    <w:tmpl w:val="EF62129C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627DC"/>
    <w:multiLevelType w:val="hybridMultilevel"/>
    <w:tmpl w:val="DD3CFB94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680F29"/>
    <w:multiLevelType w:val="hybridMultilevel"/>
    <w:tmpl w:val="B0BA461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A94399"/>
    <w:multiLevelType w:val="hybridMultilevel"/>
    <w:tmpl w:val="040CB17E"/>
    <w:lvl w:ilvl="0" w:tplc="0415000F">
      <w:start w:val="1"/>
      <w:numFmt w:val="decimal"/>
      <w:lvlText w:val="%1."/>
      <w:lvlJc w:val="left"/>
      <w:pPr>
        <w:ind w:left="1067" w:hanging="360"/>
      </w:p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0"/>
  </w:num>
  <w:num w:numId="5">
    <w:abstractNumId w:val="8"/>
  </w:num>
  <w:num w:numId="6">
    <w:abstractNumId w:val="3"/>
  </w:num>
  <w:num w:numId="7">
    <w:abstractNumId w:val="4"/>
  </w:num>
  <w:num w:numId="8">
    <w:abstractNumId w:val="7"/>
  </w:num>
  <w:num w:numId="9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75A"/>
    <w:rsid w:val="000048FD"/>
    <w:rsid w:val="000077B4"/>
    <w:rsid w:val="00015B8F"/>
    <w:rsid w:val="00022512"/>
    <w:rsid w:val="00022ECE"/>
    <w:rsid w:val="00042A51"/>
    <w:rsid w:val="00042D2E"/>
    <w:rsid w:val="00044C82"/>
    <w:rsid w:val="00070ED6"/>
    <w:rsid w:val="000742DC"/>
    <w:rsid w:val="00082F8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76D6"/>
    <w:rsid w:val="00146BC0"/>
    <w:rsid w:val="00153C41"/>
    <w:rsid w:val="00154381"/>
    <w:rsid w:val="00161F64"/>
    <w:rsid w:val="001640A7"/>
    <w:rsid w:val="00164FA7"/>
    <w:rsid w:val="00166A03"/>
    <w:rsid w:val="001718A7"/>
    <w:rsid w:val="001737CF"/>
    <w:rsid w:val="00176083"/>
    <w:rsid w:val="001770C7"/>
    <w:rsid w:val="00190E6B"/>
    <w:rsid w:val="00192F37"/>
    <w:rsid w:val="001A70D2"/>
    <w:rsid w:val="001C7085"/>
    <w:rsid w:val="001C7FBE"/>
    <w:rsid w:val="001D657B"/>
    <w:rsid w:val="001D7B54"/>
    <w:rsid w:val="001E0209"/>
    <w:rsid w:val="001F0FE8"/>
    <w:rsid w:val="001F2CA2"/>
    <w:rsid w:val="002144C0"/>
    <w:rsid w:val="0022477D"/>
    <w:rsid w:val="002278A9"/>
    <w:rsid w:val="002336F9"/>
    <w:rsid w:val="00235BAE"/>
    <w:rsid w:val="0024028F"/>
    <w:rsid w:val="00244ABC"/>
    <w:rsid w:val="0026014E"/>
    <w:rsid w:val="00281FF2"/>
    <w:rsid w:val="002857DE"/>
    <w:rsid w:val="00291567"/>
    <w:rsid w:val="0029728B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D1A"/>
    <w:rsid w:val="002E45E6"/>
    <w:rsid w:val="002F02A3"/>
    <w:rsid w:val="002F4ABE"/>
    <w:rsid w:val="003018BA"/>
    <w:rsid w:val="00301EBC"/>
    <w:rsid w:val="0030395F"/>
    <w:rsid w:val="00305C92"/>
    <w:rsid w:val="0031147F"/>
    <w:rsid w:val="003151C5"/>
    <w:rsid w:val="00326B4C"/>
    <w:rsid w:val="003343CF"/>
    <w:rsid w:val="003343D3"/>
    <w:rsid w:val="00346FE9"/>
    <w:rsid w:val="0034759A"/>
    <w:rsid w:val="003503F6"/>
    <w:rsid w:val="003530DD"/>
    <w:rsid w:val="00363F78"/>
    <w:rsid w:val="00392B92"/>
    <w:rsid w:val="003A0A5B"/>
    <w:rsid w:val="003A1176"/>
    <w:rsid w:val="003C0BAE"/>
    <w:rsid w:val="003D18A9"/>
    <w:rsid w:val="003D6CE2"/>
    <w:rsid w:val="003E1941"/>
    <w:rsid w:val="003E2FE6"/>
    <w:rsid w:val="003E49D5"/>
    <w:rsid w:val="003F13F5"/>
    <w:rsid w:val="003F38C0"/>
    <w:rsid w:val="00414E3C"/>
    <w:rsid w:val="0042244A"/>
    <w:rsid w:val="0042745A"/>
    <w:rsid w:val="00431D5C"/>
    <w:rsid w:val="004356FA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9F1"/>
    <w:rsid w:val="004D5282"/>
    <w:rsid w:val="004E1429"/>
    <w:rsid w:val="004E2697"/>
    <w:rsid w:val="004E42FA"/>
    <w:rsid w:val="004F1551"/>
    <w:rsid w:val="004F2621"/>
    <w:rsid w:val="004F55A3"/>
    <w:rsid w:val="0050496F"/>
    <w:rsid w:val="00513B6F"/>
    <w:rsid w:val="00517C63"/>
    <w:rsid w:val="00526C94"/>
    <w:rsid w:val="005363C4"/>
    <w:rsid w:val="00536BDE"/>
    <w:rsid w:val="00543ACC"/>
    <w:rsid w:val="005542BC"/>
    <w:rsid w:val="0056696D"/>
    <w:rsid w:val="005736A1"/>
    <w:rsid w:val="00573EF9"/>
    <w:rsid w:val="0059484D"/>
    <w:rsid w:val="005950A0"/>
    <w:rsid w:val="005A0855"/>
    <w:rsid w:val="005A3196"/>
    <w:rsid w:val="005C080F"/>
    <w:rsid w:val="005C0A77"/>
    <w:rsid w:val="005C55E5"/>
    <w:rsid w:val="005C696A"/>
    <w:rsid w:val="005E5735"/>
    <w:rsid w:val="005E6E85"/>
    <w:rsid w:val="005F202C"/>
    <w:rsid w:val="005F31D2"/>
    <w:rsid w:val="005F71A1"/>
    <w:rsid w:val="005F7786"/>
    <w:rsid w:val="0061029B"/>
    <w:rsid w:val="006167E3"/>
    <w:rsid w:val="00617230"/>
    <w:rsid w:val="00621CE1"/>
    <w:rsid w:val="00627FC9"/>
    <w:rsid w:val="00632AA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A53"/>
    <w:rsid w:val="007327BD"/>
    <w:rsid w:val="00734608"/>
    <w:rsid w:val="00745302"/>
    <w:rsid w:val="007461D6"/>
    <w:rsid w:val="00746EC8"/>
    <w:rsid w:val="007511E0"/>
    <w:rsid w:val="00761C04"/>
    <w:rsid w:val="00763BF1"/>
    <w:rsid w:val="00766FD4"/>
    <w:rsid w:val="0078168C"/>
    <w:rsid w:val="00787C2A"/>
    <w:rsid w:val="00790E27"/>
    <w:rsid w:val="00794BB9"/>
    <w:rsid w:val="007A4022"/>
    <w:rsid w:val="007A6E6E"/>
    <w:rsid w:val="007B3D23"/>
    <w:rsid w:val="007C3299"/>
    <w:rsid w:val="007C3BCC"/>
    <w:rsid w:val="007C4546"/>
    <w:rsid w:val="007D1F32"/>
    <w:rsid w:val="007D2AD8"/>
    <w:rsid w:val="007D6E56"/>
    <w:rsid w:val="007D6E75"/>
    <w:rsid w:val="007F1652"/>
    <w:rsid w:val="007F4155"/>
    <w:rsid w:val="0081554D"/>
    <w:rsid w:val="0081707E"/>
    <w:rsid w:val="008449B3"/>
    <w:rsid w:val="0085747A"/>
    <w:rsid w:val="00884922"/>
    <w:rsid w:val="00885118"/>
    <w:rsid w:val="00885F64"/>
    <w:rsid w:val="0089059F"/>
    <w:rsid w:val="008917F9"/>
    <w:rsid w:val="008A36FE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1E22"/>
    <w:rsid w:val="00944815"/>
    <w:rsid w:val="009508DF"/>
    <w:rsid w:val="00950DAC"/>
    <w:rsid w:val="00954A07"/>
    <w:rsid w:val="00991D0D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6C1"/>
    <w:rsid w:val="00A84C85"/>
    <w:rsid w:val="00A92AA7"/>
    <w:rsid w:val="00A97DE1"/>
    <w:rsid w:val="00AA65A9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6A94"/>
    <w:rsid w:val="00B06142"/>
    <w:rsid w:val="00B135B1"/>
    <w:rsid w:val="00B3130B"/>
    <w:rsid w:val="00B40ADB"/>
    <w:rsid w:val="00B43B77"/>
    <w:rsid w:val="00B43E80"/>
    <w:rsid w:val="00B607DB"/>
    <w:rsid w:val="00B66529"/>
    <w:rsid w:val="00B72B24"/>
    <w:rsid w:val="00B75946"/>
    <w:rsid w:val="00B8056E"/>
    <w:rsid w:val="00B805A6"/>
    <w:rsid w:val="00B819C8"/>
    <w:rsid w:val="00B82308"/>
    <w:rsid w:val="00B90885"/>
    <w:rsid w:val="00BA6260"/>
    <w:rsid w:val="00BB520A"/>
    <w:rsid w:val="00BD3869"/>
    <w:rsid w:val="00BD66E9"/>
    <w:rsid w:val="00BD6FF4"/>
    <w:rsid w:val="00BF2C41"/>
    <w:rsid w:val="00C058B4"/>
    <w:rsid w:val="00C05F44"/>
    <w:rsid w:val="00C131B5"/>
    <w:rsid w:val="00C13826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040"/>
    <w:rsid w:val="00C766DF"/>
    <w:rsid w:val="00C94B98"/>
    <w:rsid w:val="00CA2B96"/>
    <w:rsid w:val="00CA5089"/>
    <w:rsid w:val="00CB0255"/>
    <w:rsid w:val="00CB1C4B"/>
    <w:rsid w:val="00CB42CB"/>
    <w:rsid w:val="00CC6C55"/>
    <w:rsid w:val="00CD6897"/>
    <w:rsid w:val="00CE5BAC"/>
    <w:rsid w:val="00CF25BE"/>
    <w:rsid w:val="00CF2E52"/>
    <w:rsid w:val="00CF78ED"/>
    <w:rsid w:val="00D02B25"/>
    <w:rsid w:val="00D02EBA"/>
    <w:rsid w:val="00D17C3C"/>
    <w:rsid w:val="00D26B2C"/>
    <w:rsid w:val="00D30455"/>
    <w:rsid w:val="00D352C9"/>
    <w:rsid w:val="00D425B2"/>
    <w:rsid w:val="00D428D6"/>
    <w:rsid w:val="00D552B2"/>
    <w:rsid w:val="00D608D1"/>
    <w:rsid w:val="00D6390D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046"/>
    <w:rsid w:val="00E24BF5"/>
    <w:rsid w:val="00E25338"/>
    <w:rsid w:val="00E51E44"/>
    <w:rsid w:val="00E62031"/>
    <w:rsid w:val="00E63348"/>
    <w:rsid w:val="00E77E88"/>
    <w:rsid w:val="00E8107D"/>
    <w:rsid w:val="00E960BB"/>
    <w:rsid w:val="00EA2074"/>
    <w:rsid w:val="00EA4832"/>
    <w:rsid w:val="00EA4E9D"/>
    <w:rsid w:val="00EA54CC"/>
    <w:rsid w:val="00EA7017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2932"/>
    <w:rsid w:val="00F83B28"/>
    <w:rsid w:val="00F91EB2"/>
    <w:rsid w:val="00F97E31"/>
    <w:rsid w:val="00FA23A3"/>
    <w:rsid w:val="00FA46E5"/>
    <w:rsid w:val="00FB6B34"/>
    <w:rsid w:val="00FB7DBA"/>
    <w:rsid w:val="00FC1C25"/>
    <w:rsid w:val="00FC3F45"/>
    <w:rsid w:val="00FD503F"/>
    <w:rsid w:val="00FD7589"/>
    <w:rsid w:val="00FE6A32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7E3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7E3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113A82-ADB5-46CD-A9FA-AC1D942F5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172</TotalTime>
  <Pages>1</Pages>
  <Words>1574</Words>
  <Characters>9448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60</cp:revision>
  <cp:lastPrinted>2020-10-16T08:17:00Z</cp:lastPrinted>
  <dcterms:created xsi:type="dcterms:W3CDTF">2019-10-25T09:28:00Z</dcterms:created>
  <dcterms:modified xsi:type="dcterms:W3CDTF">2021-01-25T09:39:00Z</dcterms:modified>
</cp:coreProperties>
</file>